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45661" w14:textId="77777777" w:rsidR="00D91B0E" w:rsidRPr="00DA573E" w:rsidRDefault="00FE5045" w:rsidP="000F6F9C">
      <w:pPr>
        <w:ind w:left="-142"/>
      </w:pPr>
      <w:r w:rsidRPr="00DA573E">
        <w:t>Welcome to ASTRA Group Services</w:t>
      </w:r>
      <w:r w:rsidR="00C83EFD" w:rsidRPr="00DA573E">
        <w:t>.</w:t>
      </w:r>
    </w:p>
    <w:p w14:paraId="681F70E0" w14:textId="5E4FADAB" w:rsidR="009E1EFF" w:rsidRPr="00DA573E" w:rsidRDefault="00B66986" w:rsidP="000F6F9C">
      <w:pPr>
        <w:ind w:left="-142"/>
      </w:pPr>
      <w:r w:rsidRPr="00DA573E">
        <w:t xml:space="preserve">Due to </w:t>
      </w:r>
      <w:r w:rsidR="00D91B0E" w:rsidRPr="00DA573E">
        <w:t xml:space="preserve">the uncertainty that we all face as a result of </w:t>
      </w:r>
      <w:r w:rsidR="00A5465D" w:rsidRPr="00DA573E">
        <w:t xml:space="preserve">the </w:t>
      </w:r>
      <w:r w:rsidR="00AA3A54" w:rsidRPr="00DA573E">
        <w:t xml:space="preserve">unprecedented spread of </w:t>
      </w:r>
      <w:r w:rsidR="00581706" w:rsidRPr="00DA573E">
        <w:t>the</w:t>
      </w:r>
      <w:r w:rsidR="001B011C" w:rsidRPr="00DA573E">
        <w:t xml:space="preserve"> </w:t>
      </w:r>
      <w:r w:rsidR="00AA3A54" w:rsidRPr="00DA573E">
        <w:t xml:space="preserve">Corona </w:t>
      </w:r>
      <w:r w:rsidR="00581706" w:rsidRPr="00DA573E">
        <w:t xml:space="preserve">Virus, </w:t>
      </w:r>
      <w:r w:rsidR="00C83EFD" w:rsidRPr="00DA573E">
        <w:t xml:space="preserve">we </w:t>
      </w:r>
      <w:r w:rsidR="00E1156A" w:rsidRPr="00DA573E">
        <w:t xml:space="preserve">have an obligation to </w:t>
      </w:r>
      <w:r w:rsidR="00261854" w:rsidRPr="00DA573E">
        <w:t>implement basic con</w:t>
      </w:r>
      <w:r w:rsidR="00E1156A" w:rsidRPr="00DA573E">
        <w:t xml:space="preserve">trols to </w:t>
      </w:r>
      <w:r w:rsidR="0026413A" w:rsidRPr="00DA573E">
        <w:t>manage the risk of</w:t>
      </w:r>
      <w:r w:rsidR="00E1156A" w:rsidRPr="00DA573E">
        <w:t xml:space="preserve"> </w:t>
      </w:r>
      <w:r w:rsidR="005F1167" w:rsidRPr="00DA573E">
        <w:t xml:space="preserve">exposure to </w:t>
      </w:r>
      <w:r w:rsidR="00B31732">
        <w:t>and from those</w:t>
      </w:r>
      <w:r w:rsidR="00B31732" w:rsidRPr="00DA573E">
        <w:t xml:space="preserve"> </w:t>
      </w:r>
      <w:r w:rsidR="00E1156A" w:rsidRPr="00DA573E">
        <w:t xml:space="preserve">attending </w:t>
      </w:r>
      <w:r w:rsidR="009E1EFF" w:rsidRPr="00DA573E">
        <w:t>our facilities.</w:t>
      </w:r>
      <w:r w:rsidR="00B31732">
        <w:t xml:space="preserve"> That means staff, clients, visitors, students and contractors. Everyone.</w:t>
      </w:r>
    </w:p>
    <w:p w14:paraId="6CCC03CB" w14:textId="3377818B" w:rsidR="004B6DF3" w:rsidRPr="00DA573E" w:rsidRDefault="00AE7A9C" w:rsidP="000F6F9C">
      <w:pPr>
        <w:ind w:left="-142"/>
      </w:pPr>
      <w:r w:rsidRPr="00DA573E">
        <w:t xml:space="preserve">We trust you will understand </w:t>
      </w:r>
      <w:r w:rsidR="00A60539" w:rsidRPr="00DA573E">
        <w:t xml:space="preserve">and will be able to cooperate with us </w:t>
      </w:r>
      <w:r w:rsidR="004B6DF3" w:rsidRPr="00DA573E">
        <w:t>by completing the Declarations (1 &amp; 2) as below</w:t>
      </w:r>
      <w:r w:rsidR="00546778" w:rsidRPr="00DA573E">
        <w:t>.</w:t>
      </w:r>
    </w:p>
    <w:p w14:paraId="2B1602F6" w14:textId="77777777" w:rsidR="00F874B2" w:rsidRPr="00DA573E" w:rsidRDefault="005750D1" w:rsidP="001B011C">
      <w:pPr>
        <w:ind w:left="-284"/>
        <w:jc w:val="center"/>
        <w:rPr>
          <w:i/>
          <w:iCs/>
          <w:u w:val="single"/>
        </w:rPr>
      </w:pPr>
      <w:r w:rsidRPr="00DA573E">
        <w:rPr>
          <w:i/>
          <w:iCs/>
          <w:u w:val="single"/>
        </w:rPr>
        <w:t xml:space="preserve">Your name and any information provided will be </w:t>
      </w:r>
      <w:r w:rsidR="003A7F99" w:rsidRPr="00DA573E">
        <w:rPr>
          <w:i/>
          <w:iCs/>
          <w:u w:val="single"/>
        </w:rPr>
        <w:t>treated in strict confidence</w:t>
      </w:r>
      <w:r w:rsidR="00CA09EA" w:rsidRPr="00DA573E">
        <w:rPr>
          <w:i/>
          <w:iCs/>
          <w:u w:val="single"/>
        </w:rPr>
        <w:t xml:space="preserve"> and if required, we will provide you with a copy of your signed Declaration.</w:t>
      </w:r>
    </w:p>
    <w:p w14:paraId="63988EF2" w14:textId="2BFE204E" w:rsidR="00FE5045" w:rsidRPr="00DA573E" w:rsidRDefault="00F874B2" w:rsidP="000F6F9C">
      <w:pPr>
        <w:ind w:left="-142"/>
      </w:pPr>
      <w:r w:rsidRPr="00DA573E">
        <w:t xml:space="preserve">If you are unwilling to complete </w:t>
      </w:r>
      <w:r w:rsidR="00A27186" w:rsidRPr="00DA573E">
        <w:t xml:space="preserve">or do not have adequate information to complete the </w:t>
      </w:r>
      <w:r w:rsidRPr="00DA573E">
        <w:t xml:space="preserve">Declaration </w:t>
      </w:r>
      <w:r w:rsidR="00A27186" w:rsidRPr="00DA573E">
        <w:t xml:space="preserve">or would prefer to discuss this </w:t>
      </w:r>
      <w:r w:rsidR="00344BCB" w:rsidRPr="00DA573E">
        <w:t xml:space="preserve">process directly with the Director or Manager, then </w:t>
      </w:r>
      <w:bookmarkStart w:id="0" w:name="_Hlk35364962"/>
      <w:r w:rsidR="00344BCB" w:rsidRPr="00DA573E">
        <w:t>please advise a member of staff</w:t>
      </w:r>
      <w:r w:rsidR="00987754" w:rsidRPr="00DA573E">
        <w:t xml:space="preserve"> before proceeding any further within the facilities</w:t>
      </w:r>
      <w:bookmarkEnd w:id="0"/>
      <w:r w:rsidR="00987754" w:rsidRPr="00DA573E">
        <w:t>.</w:t>
      </w:r>
    </w:p>
    <w:p w14:paraId="0E11CC16" w14:textId="77777777" w:rsidR="00FE5045" w:rsidRDefault="00FE5045" w:rsidP="001B56AB">
      <w:pPr>
        <w:spacing w:before="0" w:after="0"/>
      </w:pPr>
    </w:p>
    <w:tbl>
      <w:tblPr>
        <w:tblStyle w:val="TableGrid"/>
        <w:tblW w:w="10067" w:type="dxa"/>
        <w:jc w:val="center"/>
        <w:tblLook w:val="04A0" w:firstRow="1" w:lastRow="0" w:firstColumn="1" w:lastColumn="0" w:noHBand="0" w:noVBand="1"/>
      </w:tblPr>
      <w:tblGrid>
        <w:gridCol w:w="2405"/>
        <w:gridCol w:w="3404"/>
        <w:gridCol w:w="2126"/>
        <w:gridCol w:w="2132"/>
      </w:tblGrid>
      <w:tr w:rsidR="007E2AFA" w:rsidRPr="001C72DC" w14:paraId="1877000A" w14:textId="77777777" w:rsidTr="000F6F9C">
        <w:trPr>
          <w:jc w:val="center"/>
        </w:trPr>
        <w:tc>
          <w:tcPr>
            <w:tcW w:w="5809" w:type="dxa"/>
            <w:gridSpan w:val="2"/>
            <w:vAlign w:val="center"/>
          </w:tcPr>
          <w:p w14:paraId="50B1F65E" w14:textId="2BEDF9E5" w:rsidR="007E2AFA" w:rsidRPr="001C72DC" w:rsidRDefault="00437F3A" w:rsidP="000F6F9C">
            <w:pPr>
              <w:ind w:left="-284" w:firstLine="284"/>
              <w:rPr>
                <w:b/>
              </w:rPr>
            </w:pPr>
            <w:r w:rsidRPr="001C72DC">
              <w:rPr>
                <w:b/>
              </w:rPr>
              <w:t>Name</w:t>
            </w:r>
            <w:r w:rsidR="007E2AFA" w:rsidRPr="001C72DC">
              <w:rPr>
                <w:b/>
              </w:rPr>
              <w:t>:</w:t>
            </w:r>
          </w:p>
        </w:tc>
        <w:tc>
          <w:tcPr>
            <w:tcW w:w="2126" w:type="dxa"/>
            <w:vAlign w:val="center"/>
          </w:tcPr>
          <w:p w14:paraId="564555DB" w14:textId="77777777" w:rsidR="007E2AFA" w:rsidRPr="001C72DC" w:rsidRDefault="007E2AFA" w:rsidP="000F6F9C">
            <w:pPr>
              <w:ind w:left="-284" w:firstLine="284"/>
              <w:rPr>
                <w:b/>
              </w:rPr>
            </w:pPr>
            <w:r w:rsidRPr="001C72DC">
              <w:rPr>
                <w:b/>
              </w:rPr>
              <w:t xml:space="preserve">Date: </w:t>
            </w:r>
          </w:p>
        </w:tc>
        <w:tc>
          <w:tcPr>
            <w:tcW w:w="2132" w:type="dxa"/>
            <w:vAlign w:val="center"/>
          </w:tcPr>
          <w:p w14:paraId="3CFB8701" w14:textId="77777777" w:rsidR="007E2AFA" w:rsidRPr="001C72DC" w:rsidRDefault="007E2AFA" w:rsidP="000F6F9C">
            <w:pPr>
              <w:ind w:left="-284" w:firstLine="284"/>
              <w:rPr>
                <w:b/>
              </w:rPr>
            </w:pPr>
            <w:r w:rsidRPr="001C72DC">
              <w:rPr>
                <w:b/>
              </w:rPr>
              <w:t xml:space="preserve">Time: </w:t>
            </w:r>
          </w:p>
        </w:tc>
      </w:tr>
      <w:tr w:rsidR="00B326DE" w:rsidRPr="001C72DC" w14:paraId="1D9E9317" w14:textId="77777777" w:rsidTr="000F6F9C">
        <w:trPr>
          <w:jc w:val="center"/>
        </w:trPr>
        <w:tc>
          <w:tcPr>
            <w:tcW w:w="2405" w:type="dxa"/>
            <w:vAlign w:val="center"/>
          </w:tcPr>
          <w:p w14:paraId="1F621AFF" w14:textId="35C18D28" w:rsidR="00B326DE" w:rsidRPr="001C72DC" w:rsidRDefault="00B326DE" w:rsidP="000F6F9C">
            <w:pPr>
              <w:ind w:left="-284" w:firstLine="284"/>
              <w:rPr>
                <w:b/>
              </w:rPr>
            </w:pPr>
            <w:r w:rsidRPr="001C72DC">
              <w:rPr>
                <w:b/>
              </w:rPr>
              <w:t>Reason for Visit:</w:t>
            </w:r>
          </w:p>
        </w:tc>
        <w:tc>
          <w:tcPr>
            <w:tcW w:w="7662" w:type="dxa"/>
            <w:gridSpan w:val="3"/>
            <w:vAlign w:val="center"/>
          </w:tcPr>
          <w:p w14:paraId="03E9062D" w14:textId="24BAE34E" w:rsidR="00B326DE" w:rsidRPr="001C72DC" w:rsidRDefault="00B326DE" w:rsidP="000F6F9C">
            <w:pPr>
              <w:ind w:left="-284" w:firstLine="284"/>
              <w:rPr>
                <w:b/>
              </w:rPr>
            </w:pPr>
            <w:r w:rsidRPr="00513FB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3FB6">
              <w:rPr>
                <w:sz w:val="20"/>
                <w:szCs w:val="20"/>
              </w:rPr>
              <w:instrText xml:space="preserve"> FORMCHECKBOX </w:instrText>
            </w:r>
            <w:r w:rsidR="0045222C">
              <w:rPr>
                <w:sz w:val="20"/>
                <w:szCs w:val="20"/>
              </w:rPr>
            </w:r>
            <w:r w:rsidR="0045222C">
              <w:rPr>
                <w:sz w:val="20"/>
                <w:szCs w:val="20"/>
              </w:rPr>
              <w:fldChar w:fldCharType="separate"/>
            </w:r>
            <w:r w:rsidRPr="00513FB6">
              <w:rPr>
                <w:sz w:val="20"/>
                <w:szCs w:val="20"/>
              </w:rPr>
              <w:fldChar w:fldCharType="end"/>
            </w:r>
            <w:r w:rsidRPr="00513FB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Meeting    </w:t>
            </w:r>
            <w:r w:rsidRPr="00513FB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3FB6">
              <w:rPr>
                <w:sz w:val="20"/>
                <w:szCs w:val="20"/>
              </w:rPr>
              <w:instrText xml:space="preserve"> FORMCHECKBOX </w:instrText>
            </w:r>
            <w:r w:rsidR="0045222C">
              <w:rPr>
                <w:sz w:val="20"/>
                <w:szCs w:val="20"/>
              </w:rPr>
            </w:r>
            <w:r w:rsidR="0045222C">
              <w:rPr>
                <w:sz w:val="20"/>
                <w:szCs w:val="20"/>
              </w:rPr>
              <w:fldChar w:fldCharType="separate"/>
            </w:r>
            <w:r w:rsidRPr="00513FB6">
              <w:rPr>
                <w:sz w:val="20"/>
                <w:szCs w:val="20"/>
              </w:rPr>
              <w:fldChar w:fldCharType="end"/>
            </w:r>
            <w:r w:rsidRPr="00513FB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Student  </w:t>
            </w:r>
            <w:r w:rsidR="00113C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13FB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3FB6">
              <w:rPr>
                <w:sz w:val="20"/>
                <w:szCs w:val="20"/>
              </w:rPr>
              <w:instrText xml:space="preserve"> FORMCHECKBOX </w:instrText>
            </w:r>
            <w:r w:rsidR="0045222C">
              <w:rPr>
                <w:sz w:val="20"/>
                <w:szCs w:val="20"/>
              </w:rPr>
            </w:r>
            <w:r w:rsidR="0045222C">
              <w:rPr>
                <w:sz w:val="20"/>
                <w:szCs w:val="20"/>
              </w:rPr>
              <w:fldChar w:fldCharType="separate"/>
            </w:r>
            <w:r w:rsidRPr="00513FB6">
              <w:rPr>
                <w:sz w:val="20"/>
                <w:szCs w:val="20"/>
              </w:rPr>
              <w:fldChar w:fldCharType="end"/>
            </w:r>
            <w:r w:rsidRPr="00513FB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Contract</w:t>
            </w:r>
            <w:r w:rsidR="00113C72">
              <w:rPr>
                <w:sz w:val="20"/>
                <w:szCs w:val="20"/>
              </w:rPr>
              <w:t xml:space="preserve">or   </w:t>
            </w:r>
            <w:r w:rsidRPr="00513FB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3FB6">
              <w:rPr>
                <w:sz w:val="20"/>
                <w:szCs w:val="20"/>
              </w:rPr>
              <w:instrText xml:space="preserve"> FORMCHECKBOX </w:instrText>
            </w:r>
            <w:r w:rsidR="0045222C">
              <w:rPr>
                <w:sz w:val="20"/>
                <w:szCs w:val="20"/>
              </w:rPr>
            </w:r>
            <w:r w:rsidR="0045222C">
              <w:rPr>
                <w:sz w:val="20"/>
                <w:szCs w:val="20"/>
              </w:rPr>
              <w:fldChar w:fldCharType="separate"/>
            </w:r>
            <w:r w:rsidRPr="00513FB6">
              <w:rPr>
                <w:sz w:val="20"/>
                <w:szCs w:val="20"/>
              </w:rPr>
              <w:fldChar w:fldCharType="end"/>
            </w:r>
            <w:r w:rsidRPr="00513FB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Casual Visit </w:t>
            </w:r>
            <w:r w:rsidR="00113C72">
              <w:rPr>
                <w:sz w:val="20"/>
                <w:szCs w:val="20"/>
              </w:rPr>
              <w:t xml:space="preserve">     </w:t>
            </w:r>
            <w:r w:rsidR="00113C72" w:rsidRPr="00513FB6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3C72" w:rsidRPr="00513FB6">
              <w:rPr>
                <w:sz w:val="20"/>
                <w:szCs w:val="20"/>
              </w:rPr>
              <w:instrText xml:space="preserve"> FORMCHECKBOX </w:instrText>
            </w:r>
            <w:r w:rsidR="0045222C">
              <w:rPr>
                <w:sz w:val="20"/>
                <w:szCs w:val="20"/>
              </w:rPr>
            </w:r>
            <w:r w:rsidR="0045222C">
              <w:rPr>
                <w:sz w:val="20"/>
                <w:szCs w:val="20"/>
              </w:rPr>
              <w:fldChar w:fldCharType="separate"/>
            </w:r>
            <w:r w:rsidR="00113C72" w:rsidRPr="00513FB6">
              <w:rPr>
                <w:sz w:val="20"/>
                <w:szCs w:val="20"/>
              </w:rPr>
              <w:fldChar w:fldCharType="end"/>
            </w:r>
            <w:r w:rsidR="00113C72" w:rsidRPr="00513FB6">
              <w:rPr>
                <w:sz w:val="20"/>
                <w:szCs w:val="20"/>
              </w:rPr>
              <w:t xml:space="preserve">  </w:t>
            </w:r>
            <w:r w:rsidR="00113C72">
              <w:rPr>
                <w:sz w:val="20"/>
                <w:szCs w:val="20"/>
              </w:rPr>
              <w:t xml:space="preserve">Other </w:t>
            </w:r>
          </w:p>
        </w:tc>
      </w:tr>
      <w:tr w:rsidR="00113C72" w:rsidRPr="001C72DC" w14:paraId="42FD6B7A" w14:textId="77777777" w:rsidTr="000F6F9C">
        <w:trPr>
          <w:jc w:val="center"/>
        </w:trPr>
        <w:tc>
          <w:tcPr>
            <w:tcW w:w="2405" w:type="dxa"/>
            <w:vAlign w:val="center"/>
          </w:tcPr>
          <w:p w14:paraId="77001E6F" w14:textId="779CB455" w:rsidR="00113C72" w:rsidRPr="001C72DC" w:rsidRDefault="00113C72" w:rsidP="000F6F9C">
            <w:pPr>
              <w:ind w:left="-284" w:firstLine="284"/>
              <w:rPr>
                <w:b/>
              </w:rPr>
            </w:pPr>
            <w:r>
              <w:rPr>
                <w:b/>
              </w:rPr>
              <w:t>Meeting With:</w:t>
            </w:r>
          </w:p>
        </w:tc>
        <w:tc>
          <w:tcPr>
            <w:tcW w:w="7662" w:type="dxa"/>
            <w:gridSpan w:val="3"/>
            <w:vAlign w:val="center"/>
          </w:tcPr>
          <w:p w14:paraId="5A9C8DEC" w14:textId="51BF2128" w:rsidR="00113C72" w:rsidRPr="00513FB6" w:rsidRDefault="00113C72" w:rsidP="000F6F9C">
            <w:pPr>
              <w:ind w:left="-284" w:firstLine="284"/>
              <w:rPr>
                <w:sz w:val="20"/>
                <w:szCs w:val="20"/>
              </w:rPr>
            </w:pPr>
          </w:p>
        </w:tc>
      </w:tr>
    </w:tbl>
    <w:p w14:paraId="677D894F" w14:textId="128F2030" w:rsidR="00263AC2" w:rsidRDefault="001B1F1D" w:rsidP="000F6F9C">
      <w:pPr>
        <w:spacing w:after="0"/>
        <w:ind w:left="-284" w:firstLine="284"/>
      </w:pPr>
      <w:r>
        <w:rPr>
          <w:b/>
        </w:rPr>
        <w:t>Please answer Yes or No to each of the following</w:t>
      </w:r>
      <w:r w:rsidRPr="00B02281">
        <w:rPr>
          <w:b/>
        </w:rPr>
        <w:t>:</w:t>
      </w:r>
    </w:p>
    <w:tbl>
      <w:tblPr>
        <w:tblStyle w:val="TableGrid"/>
        <w:tblW w:w="9929" w:type="dxa"/>
        <w:jc w:val="center"/>
        <w:tblLook w:val="04A0" w:firstRow="1" w:lastRow="0" w:firstColumn="1" w:lastColumn="0" w:noHBand="0" w:noVBand="1"/>
      </w:tblPr>
      <w:tblGrid>
        <w:gridCol w:w="8359"/>
        <w:gridCol w:w="708"/>
        <w:gridCol w:w="862"/>
      </w:tblGrid>
      <w:tr w:rsidR="00263AC2" w14:paraId="5551B67E" w14:textId="77777777" w:rsidTr="00A64D35">
        <w:trPr>
          <w:jc w:val="center"/>
        </w:trPr>
        <w:tc>
          <w:tcPr>
            <w:tcW w:w="9929" w:type="dxa"/>
            <w:gridSpan w:val="3"/>
          </w:tcPr>
          <w:p w14:paraId="175C91CA" w14:textId="5B196AB9" w:rsidR="00263AC2" w:rsidRPr="00070C9E" w:rsidRDefault="008C1D77" w:rsidP="00DA573E">
            <w:pPr>
              <w:spacing w:before="60" w:after="60"/>
              <w:ind w:firstLine="22"/>
              <w:rPr>
                <w:iCs/>
              </w:rPr>
            </w:pPr>
            <w:bookmarkStart w:id="1" w:name="_Hlk35364765"/>
            <w:r w:rsidRPr="00070C9E">
              <w:rPr>
                <w:iCs/>
              </w:rPr>
              <w:t>In the last 14 (fourteen) days</w:t>
            </w:r>
            <w:r w:rsidR="00441C2E">
              <w:rPr>
                <w:iCs/>
              </w:rPr>
              <w:t xml:space="preserve">, </w:t>
            </w:r>
            <w:r w:rsidR="0011443E">
              <w:rPr>
                <w:iCs/>
              </w:rPr>
              <w:t>have</w:t>
            </w:r>
            <w:r w:rsidR="00101ACB">
              <w:rPr>
                <w:iCs/>
              </w:rPr>
              <w:t xml:space="preserve"> eithe</w:t>
            </w:r>
            <w:r w:rsidR="00D64F09">
              <w:rPr>
                <w:iCs/>
              </w:rPr>
              <w:t>r</w:t>
            </w:r>
            <w:r w:rsidR="00A66312">
              <w:rPr>
                <w:iCs/>
              </w:rPr>
              <w:t xml:space="preserve"> y</w:t>
            </w:r>
            <w:r w:rsidR="0027355F" w:rsidRPr="0027355F">
              <w:rPr>
                <w:iCs/>
              </w:rPr>
              <w:t xml:space="preserve">ou or any member of your immediate family been </w:t>
            </w:r>
            <w:r w:rsidR="00897781">
              <w:rPr>
                <w:iCs/>
              </w:rPr>
              <w:t xml:space="preserve">directly </w:t>
            </w:r>
            <w:r w:rsidR="00066A74">
              <w:rPr>
                <w:iCs/>
              </w:rPr>
              <w:t>subject to</w:t>
            </w:r>
            <w:r w:rsidR="00F5230E">
              <w:rPr>
                <w:iCs/>
              </w:rPr>
              <w:t xml:space="preserve"> or </w:t>
            </w:r>
            <w:r w:rsidR="0027355F" w:rsidRPr="0027355F">
              <w:rPr>
                <w:iCs/>
              </w:rPr>
              <w:t xml:space="preserve">in contact </w:t>
            </w:r>
            <w:r w:rsidR="0027355F" w:rsidRPr="006D0816">
              <w:rPr>
                <w:b/>
                <w:bCs/>
                <w:iCs/>
                <w:u w:val="single"/>
              </w:rPr>
              <w:t>with any person</w:t>
            </w:r>
            <w:r w:rsidR="0027355F" w:rsidRPr="0027355F">
              <w:rPr>
                <w:iCs/>
              </w:rPr>
              <w:t xml:space="preserve"> who</w:t>
            </w:r>
            <w:r w:rsidR="00F5718D">
              <w:rPr>
                <w:iCs/>
              </w:rPr>
              <w:t>:</w:t>
            </w:r>
            <w:r w:rsidR="0027355F" w:rsidRPr="0027355F">
              <w:rPr>
                <w:iCs/>
              </w:rPr>
              <w:t xml:space="preserve"> </w:t>
            </w:r>
          </w:p>
        </w:tc>
      </w:tr>
      <w:bookmarkEnd w:id="1"/>
      <w:tr w:rsidR="00224842" w14:paraId="0BB808CD" w14:textId="77777777" w:rsidTr="00E32E27">
        <w:trPr>
          <w:trHeight w:val="75"/>
          <w:jc w:val="center"/>
        </w:trPr>
        <w:tc>
          <w:tcPr>
            <w:tcW w:w="8359" w:type="dxa"/>
          </w:tcPr>
          <w:p w14:paraId="2F18CDD9" w14:textId="58CD3738" w:rsidR="00224842" w:rsidRPr="002C5958" w:rsidRDefault="00224842" w:rsidP="00DA573E">
            <w:pPr>
              <w:pStyle w:val="ListParagraph"/>
              <w:numPr>
                <w:ilvl w:val="0"/>
                <w:numId w:val="5"/>
              </w:numPr>
              <w:spacing w:before="60" w:after="60"/>
              <w:ind w:left="306" w:hanging="284"/>
              <w:rPr>
                <w:i/>
              </w:rPr>
            </w:pPr>
            <w:r>
              <w:rPr>
                <w:i/>
              </w:rPr>
              <w:t>Had symptoms of Corona Virus, been tested and have not received a test result?</w:t>
            </w:r>
          </w:p>
        </w:tc>
        <w:tc>
          <w:tcPr>
            <w:tcW w:w="708" w:type="dxa"/>
            <w:vAlign w:val="center"/>
          </w:tcPr>
          <w:p w14:paraId="659DDBDD" w14:textId="1FF5C013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7408ABE9" w14:textId="31D6609C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  <w:tr w:rsidR="00224842" w14:paraId="17849E00" w14:textId="77777777" w:rsidTr="00E32E27">
        <w:trPr>
          <w:trHeight w:val="75"/>
          <w:jc w:val="center"/>
        </w:trPr>
        <w:tc>
          <w:tcPr>
            <w:tcW w:w="8359" w:type="dxa"/>
          </w:tcPr>
          <w:p w14:paraId="46019BC0" w14:textId="7ED3961D" w:rsidR="00224842" w:rsidRPr="002C5958" w:rsidRDefault="00224842" w:rsidP="00DA573E">
            <w:pPr>
              <w:pStyle w:val="ListParagraph"/>
              <w:numPr>
                <w:ilvl w:val="0"/>
                <w:numId w:val="5"/>
              </w:numPr>
              <w:spacing w:before="60" w:after="60"/>
              <w:ind w:left="306" w:hanging="284"/>
              <w:rPr>
                <w:i/>
              </w:rPr>
            </w:pPr>
            <w:r w:rsidRPr="002C5958">
              <w:rPr>
                <w:i/>
              </w:rPr>
              <w:t xml:space="preserve">Has been diagnosed as having Corona Virus at that time; </w:t>
            </w:r>
          </w:p>
        </w:tc>
        <w:tc>
          <w:tcPr>
            <w:tcW w:w="708" w:type="dxa"/>
            <w:vAlign w:val="center"/>
          </w:tcPr>
          <w:p w14:paraId="46C0E1B4" w14:textId="661D356E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621D4248" w14:textId="094FBC24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  <w:tr w:rsidR="00224842" w14:paraId="73F71888" w14:textId="77777777" w:rsidTr="00E32E27">
        <w:trPr>
          <w:trHeight w:val="70"/>
          <w:jc w:val="center"/>
        </w:trPr>
        <w:tc>
          <w:tcPr>
            <w:tcW w:w="8359" w:type="dxa"/>
          </w:tcPr>
          <w:p w14:paraId="285F5561" w14:textId="09CC1CF1" w:rsidR="00224842" w:rsidRPr="002C5958" w:rsidRDefault="00224842" w:rsidP="00DA573E">
            <w:pPr>
              <w:pStyle w:val="ListParagraph"/>
              <w:numPr>
                <w:ilvl w:val="0"/>
                <w:numId w:val="5"/>
              </w:numPr>
              <w:spacing w:before="60" w:after="60"/>
              <w:ind w:left="306" w:hanging="284"/>
              <w:rPr>
                <w:i/>
              </w:rPr>
            </w:pPr>
            <w:r w:rsidRPr="002C5958">
              <w:rPr>
                <w:i/>
              </w:rPr>
              <w:t>Has been diagnosed as having Corona Virus since the last time you met them?</w:t>
            </w:r>
          </w:p>
        </w:tc>
        <w:tc>
          <w:tcPr>
            <w:tcW w:w="708" w:type="dxa"/>
            <w:vAlign w:val="center"/>
          </w:tcPr>
          <w:p w14:paraId="6C5B3BFC" w14:textId="25A84D85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031912E9" w14:textId="44B29EB0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  <w:tr w:rsidR="00224842" w14:paraId="14608995" w14:textId="77777777" w:rsidTr="00E32E27">
        <w:trPr>
          <w:trHeight w:val="70"/>
          <w:jc w:val="center"/>
        </w:trPr>
        <w:tc>
          <w:tcPr>
            <w:tcW w:w="8359" w:type="dxa"/>
          </w:tcPr>
          <w:p w14:paraId="7B790B1A" w14:textId="2EB4E97F" w:rsidR="00224842" w:rsidRPr="002C5958" w:rsidRDefault="00224842" w:rsidP="00DA573E">
            <w:pPr>
              <w:pStyle w:val="ListParagraph"/>
              <w:numPr>
                <w:ilvl w:val="0"/>
                <w:numId w:val="5"/>
              </w:numPr>
              <w:spacing w:before="60" w:after="60"/>
              <w:ind w:left="306" w:hanging="284"/>
              <w:rPr>
                <w:i/>
              </w:rPr>
            </w:pPr>
            <w:r w:rsidRPr="002C5958">
              <w:rPr>
                <w:i/>
              </w:rPr>
              <w:t>Has been requested to self -isolate as a result of a potential exposure to a Corona Virus carrier (at work, socially or through any other means)?</w:t>
            </w:r>
          </w:p>
        </w:tc>
        <w:tc>
          <w:tcPr>
            <w:tcW w:w="708" w:type="dxa"/>
            <w:vAlign w:val="center"/>
          </w:tcPr>
          <w:p w14:paraId="6DABF055" w14:textId="14DF6F08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11DADD18" w14:textId="5AB34405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  <w:tr w:rsidR="00224842" w14:paraId="297B7E15" w14:textId="77777777" w:rsidTr="00E32E27">
        <w:trPr>
          <w:trHeight w:val="70"/>
          <w:jc w:val="center"/>
        </w:trPr>
        <w:tc>
          <w:tcPr>
            <w:tcW w:w="8359" w:type="dxa"/>
          </w:tcPr>
          <w:p w14:paraId="401D105E" w14:textId="0B678858" w:rsidR="00224842" w:rsidRPr="002C5958" w:rsidRDefault="00224842" w:rsidP="00DA573E">
            <w:pPr>
              <w:pStyle w:val="ListParagraph"/>
              <w:numPr>
                <w:ilvl w:val="0"/>
                <w:numId w:val="5"/>
              </w:numPr>
              <w:spacing w:before="60" w:after="60"/>
              <w:ind w:left="306" w:hanging="284"/>
              <w:rPr>
                <w:i/>
              </w:rPr>
            </w:pPr>
            <w:r w:rsidRPr="002C5958">
              <w:rPr>
                <w:i/>
              </w:rPr>
              <w:t>Has been hospitalized to receive treatment for Corona Virus?</w:t>
            </w:r>
          </w:p>
        </w:tc>
        <w:tc>
          <w:tcPr>
            <w:tcW w:w="708" w:type="dxa"/>
            <w:vAlign w:val="center"/>
          </w:tcPr>
          <w:p w14:paraId="3609AD7B" w14:textId="2A4563E9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568AE4E1" w14:textId="4316B14B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  <w:tr w:rsidR="00224842" w14:paraId="56D5A254" w14:textId="77777777" w:rsidTr="003B788B">
        <w:trPr>
          <w:jc w:val="center"/>
        </w:trPr>
        <w:tc>
          <w:tcPr>
            <w:tcW w:w="9929" w:type="dxa"/>
            <w:gridSpan w:val="3"/>
          </w:tcPr>
          <w:p w14:paraId="7ED5456F" w14:textId="5EF1B88F" w:rsidR="00224842" w:rsidRPr="002C5958" w:rsidRDefault="00224842" w:rsidP="00DA573E">
            <w:pPr>
              <w:spacing w:before="60" w:after="60"/>
              <w:ind w:left="-284" w:firstLine="284"/>
              <w:rPr>
                <w:iCs/>
              </w:rPr>
            </w:pPr>
            <w:r w:rsidRPr="002C5958">
              <w:rPr>
                <w:iCs/>
              </w:rPr>
              <w:t xml:space="preserve">Have either you or any member of your immediate family been: </w:t>
            </w:r>
          </w:p>
        </w:tc>
      </w:tr>
      <w:tr w:rsidR="00224842" w14:paraId="2CDC45D5" w14:textId="77777777" w:rsidTr="003B788B">
        <w:trPr>
          <w:trHeight w:val="75"/>
          <w:jc w:val="center"/>
        </w:trPr>
        <w:tc>
          <w:tcPr>
            <w:tcW w:w="8359" w:type="dxa"/>
          </w:tcPr>
          <w:p w14:paraId="5CC1616E" w14:textId="573AE17A" w:rsidR="00224842" w:rsidRDefault="00224842" w:rsidP="00DA573E">
            <w:pPr>
              <w:pStyle w:val="ListParagraph"/>
              <w:numPr>
                <w:ilvl w:val="0"/>
                <w:numId w:val="5"/>
              </w:numPr>
              <w:spacing w:before="60" w:after="60"/>
              <w:ind w:left="306" w:hanging="284"/>
              <w:rPr>
                <w:i/>
              </w:rPr>
            </w:pPr>
            <w:r>
              <w:rPr>
                <w:i/>
              </w:rPr>
              <w:t xml:space="preserve">Instructed or advised to self-isolate in the last </w:t>
            </w:r>
            <w:r w:rsidRPr="001B011C">
              <w:rPr>
                <w:i/>
              </w:rPr>
              <w:t>14 (fourteen) days</w:t>
            </w:r>
            <w:r>
              <w:rPr>
                <w:i/>
              </w:rPr>
              <w:t xml:space="preserve">? </w:t>
            </w:r>
          </w:p>
        </w:tc>
        <w:tc>
          <w:tcPr>
            <w:tcW w:w="708" w:type="dxa"/>
            <w:vAlign w:val="center"/>
          </w:tcPr>
          <w:p w14:paraId="01C3AEE7" w14:textId="77777777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4B1983A6" w14:textId="77777777" w:rsidR="00224842" w:rsidRPr="00DE5861" w:rsidRDefault="00224842" w:rsidP="00DA573E">
            <w:pPr>
              <w:spacing w:before="60" w:after="60"/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  <w:tr w:rsidR="00224842" w14:paraId="328A08B8" w14:textId="77777777" w:rsidTr="003B788B">
        <w:trPr>
          <w:trHeight w:val="75"/>
          <w:jc w:val="center"/>
        </w:trPr>
        <w:tc>
          <w:tcPr>
            <w:tcW w:w="8359" w:type="dxa"/>
          </w:tcPr>
          <w:p w14:paraId="20233D9C" w14:textId="273C4120" w:rsidR="00224842" w:rsidRDefault="00224842" w:rsidP="00224842">
            <w:pPr>
              <w:pStyle w:val="ListParagraph"/>
              <w:numPr>
                <w:ilvl w:val="0"/>
                <w:numId w:val="5"/>
              </w:numPr>
              <w:ind w:left="306" w:hanging="284"/>
              <w:rPr>
                <w:i/>
              </w:rPr>
            </w:pPr>
            <w:r>
              <w:rPr>
                <w:i/>
              </w:rPr>
              <w:t>Travelled internationally in the last 14 (fourteen) days?</w:t>
            </w:r>
          </w:p>
        </w:tc>
        <w:tc>
          <w:tcPr>
            <w:tcW w:w="708" w:type="dxa"/>
            <w:vAlign w:val="center"/>
          </w:tcPr>
          <w:p w14:paraId="02FF4B8A" w14:textId="3FA9810D" w:rsidR="00224842" w:rsidRPr="00DE5861" w:rsidRDefault="00224842" w:rsidP="00224842">
            <w:pPr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NO</w:t>
            </w:r>
          </w:p>
        </w:tc>
        <w:tc>
          <w:tcPr>
            <w:tcW w:w="862" w:type="dxa"/>
            <w:vAlign w:val="center"/>
          </w:tcPr>
          <w:p w14:paraId="170193A6" w14:textId="64C89BFF" w:rsidR="00224842" w:rsidRPr="00DE5861" w:rsidRDefault="00224842" w:rsidP="00224842">
            <w:pPr>
              <w:ind w:left="-284" w:firstLine="284"/>
              <w:jc w:val="center"/>
              <w:rPr>
                <w:b/>
                <w:bCs/>
                <w:i/>
              </w:rPr>
            </w:pPr>
            <w:r w:rsidRPr="00DE5861">
              <w:rPr>
                <w:b/>
                <w:bCs/>
                <w:i/>
              </w:rPr>
              <w:t>YES</w:t>
            </w:r>
          </w:p>
        </w:tc>
      </w:tr>
    </w:tbl>
    <w:p w14:paraId="653B17DE" w14:textId="7969C969" w:rsidR="00567F6F" w:rsidRDefault="001B011C" w:rsidP="004B0399">
      <w:pPr>
        <w:spacing w:after="0"/>
      </w:pPr>
      <w:r>
        <w:t xml:space="preserve">If you answered </w:t>
      </w:r>
      <w:r w:rsidRPr="00A77365">
        <w:rPr>
          <w:b/>
          <w:bCs/>
        </w:rPr>
        <w:t>YES</w:t>
      </w:r>
      <w:r>
        <w:t xml:space="preserve"> to any of the questions above, </w:t>
      </w:r>
      <w:r w:rsidRPr="001B011C">
        <w:t>please advise a member of staff before proceeding any further within the facilities</w:t>
      </w:r>
    </w:p>
    <w:p w14:paraId="32069DC3" w14:textId="77777777" w:rsidR="00567F6F" w:rsidRDefault="00567F6F" w:rsidP="00263AC2">
      <w:pPr>
        <w:spacing w:after="0"/>
      </w:pPr>
    </w:p>
    <w:p w14:paraId="32C7F91E" w14:textId="42492832" w:rsidR="00124DEE" w:rsidRDefault="00124DEE" w:rsidP="00A32FC9"/>
    <w:p w14:paraId="0B97E733" w14:textId="702CFB7A" w:rsidR="004B0399" w:rsidRPr="00134BA3" w:rsidRDefault="004B0399" w:rsidP="00A32FC9">
      <w:r>
        <w:t xml:space="preserve">Signature: _________________________________ </w:t>
      </w:r>
    </w:p>
    <w:sectPr w:rsidR="004B0399" w:rsidRPr="00134BA3" w:rsidSect="000F6F9C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183" w:bottom="1440" w:left="1134" w:header="426" w:footer="62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B6C1F" w14:textId="77777777" w:rsidR="0045222C" w:rsidRDefault="0045222C" w:rsidP="00FA3AD9">
      <w:r>
        <w:separator/>
      </w:r>
    </w:p>
  </w:endnote>
  <w:endnote w:type="continuationSeparator" w:id="0">
    <w:p w14:paraId="62A23B53" w14:textId="77777777" w:rsidR="0045222C" w:rsidRDefault="0045222C" w:rsidP="00FA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354B64" w:rsidRPr="00354B64" w14:paraId="16AD1492" w14:textId="77777777" w:rsidTr="001333E2">
      <w:trPr>
        <w:trHeight w:val="272"/>
        <w:jc w:val="center"/>
      </w:trPr>
      <w:tc>
        <w:tcPr>
          <w:tcW w:w="3355" w:type="dxa"/>
          <w:vAlign w:val="center"/>
          <w:hideMark/>
        </w:tcPr>
        <w:p w14:paraId="53D54C94" w14:textId="77777777" w:rsidR="00354B64" w:rsidRPr="00354B64" w:rsidRDefault="00354B64" w:rsidP="00354B64">
          <w:pPr>
            <w:tabs>
              <w:tab w:val="center" w:pos="4513"/>
              <w:tab w:val="right" w:pos="9026"/>
            </w:tabs>
            <w:spacing w:before="0" w:after="0"/>
            <w:jc w:val="center"/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</w:pPr>
          <w:r w:rsidRPr="00354B64"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  <w:t xml:space="preserve">Version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 xml:space="preserve">Rev </w:t>
          </w:r>
          <w:r w:rsidR="004B007C">
            <w:rPr>
              <w:rFonts w:ascii="Arial Narrow" w:eastAsia="Calibri" w:hAnsi="Arial Narrow"/>
              <w:sz w:val="16"/>
              <w:szCs w:val="16"/>
              <w:lang w:val="en-AU" w:eastAsia="en-US"/>
            </w:rPr>
            <w:t>0</w:t>
          </w:r>
        </w:p>
      </w:tc>
      <w:tc>
        <w:tcPr>
          <w:tcW w:w="3355" w:type="dxa"/>
          <w:vAlign w:val="center"/>
          <w:hideMark/>
        </w:tcPr>
        <w:p w14:paraId="38E7BAE8" w14:textId="77777777" w:rsidR="00354B64" w:rsidRPr="00354B64" w:rsidRDefault="00354B64" w:rsidP="00354B64">
          <w:pPr>
            <w:tabs>
              <w:tab w:val="center" w:pos="4513"/>
              <w:tab w:val="right" w:pos="9026"/>
            </w:tabs>
            <w:spacing w:before="0" w:after="0"/>
            <w:jc w:val="center"/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</w:pPr>
          <w:r w:rsidRPr="00354B64"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  <w:t xml:space="preserve">Category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>ORC</w:t>
          </w:r>
        </w:p>
      </w:tc>
      <w:tc>
        <w:tcPr>
          <w:tcW w:w="3355" w:type="dxa"/>
          <w:vAlign w:val="center"/>
          <w:hideMark/>
        </w:tcPr>
        <w:p w14:paraId="2CFA3AC3" w14:textId="77777777" w:rsidR="00354B64" w:rsidRPr="00354B64" w:rsidRDefault="00354B64" w:rsidP="00354B64">
          <w:pPr>
            <w:tabs>
              <w:tab w:val="center" w:pos="4513"/>
              <w:tab w:val="right" w:pos="9026"/>
            </w:tabs>
            <w:spacing w:before="0" w:after="0"/>
            <w:jc w:val="center"/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</w:pPr>
          <w:r w:rsidRPr="00354B64"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  <w:t xml:space="preserve">Page No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begin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instrText xml:space="preserve"> PAGE </w:instrTex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separate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>1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end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 xml:space="preserve"> of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begin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instrText xml:space="preserve"> NUMPAGES   \* MERGEFORMAT </w:instrTex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separate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>6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end"/>
          </w:r>
        </w:p>
      </w:tc>
    </w:tr>
  </w:tbl>
  <w:p w14:paraId="08FAF4B1" w14:textId="77777777" w:rsidR="005048C5" w:rsidRDefault="005048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354B64" w:rsidRPr="00354B64" w14:paraId="408FD9E0" w14:textId="77777777" w:rsidTr="00BA0813">
      <w:trPr>
        <w:trHeight w:val="272"/>
      </w:trPr>
      <w:tc>
        <w:tcPr>
          <w:tcW w:w="3355" w:type="dxa"/>
          <w:vAlign w:val="center"/>
          <w:hideMark/>
        </w:tcPr>
        <w:p w14:paraId="481E23A0" w14:textId="77777777" w:rsidR="00354B64" w:rsidRPr="00354B64" w:rsidRDefault="00354B64" w:rsidP="00354B64">
          <w:pPr>
            <w:tabs>
              <w:tab w:val="center" w:pos="4513"/>
              <w:tab w:val="right" w:pos="9026"/>
            </w:tabs>
            <w:spacing w:before="0" w:after="0"/>
            <w:jc w:val="center"/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</w:pPr>
          <w:bookmarkStart w:id="2" w:name="_Hlk5954457"/>
          <w:r w:rsidRPr="00354B64"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  <w:t xml:space="preserve">Version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 xml:space="preserve">Rev </w:t>
          </w:r>
          <w:r w:rsidR="004B007C">
            <w:rPr>
              <w:rFonts w:ascii="Arial Narrow" w:eastAsia="Calibri" w:hAnsi="Arial Narrow"/>
              <w:sz w:val="16"/>
              <w:szCs w:val="16"/>
              <w:lang w:val="en-AU" w:eastAsia="en-US"/>
            </w:rPr>
            <w:t>0</w:t>
          </w:r>
        </w:p>
      </w:tc>
      <w:tc>
        <w:tcPr>
          <w:tcW w:w="3355" w:type="dxa"/>
          <w:vAlign w:val="center"/>
          <w:hideMark/>
        </w:tcPr>
        <w:p w14:paraId="47499741" w14:textId="77777777" w:rsidR="00354B64" w:rsidRPr="00354B64" w:rsidRDefault="00354B64" w:rsidP="00354B64">
          <w:pPr>
            <w:tabs>
              <w:tab w:val="center" w:pos="4513"/>
              <w:tab w:val="right" w:pos="9026"/>
            </w:tabs>
            <w:spacing w:before="0" w:after="0"/>
            <w:jc w:val="center"/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</w:pPr>
          <w:r w:rsidRPr="00354B64"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  <w:t xml:space="preserve">Category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>ORC</w:t>
          </w:r>
        </w:p>
      </w:tc>
      <w:tc>
        <w:tcPr>
          <w:tcW w:w="3355" w:type="dxa"/>
          <w:vAlign w:val="center"/>
          <w:hideMark/>
        </w:tcPr>
        <w:p w14:paraId="6D3C6231" w14:textId="77777777" w:rsidR="00354B64" w:rsidRPr="00354B64" w:rsidRDefault="00354B64" w:rsidP="00354B64">
          <w:pPr>
            <w:tabs>
              <w:tab w:val="center" w:pos="4513"/>
              <w:tab w:val="right" w:pos="9026"/>
            </w:tabs>
            <w:spacing w:before="0" w:after="0"/>
            <w:jc w:val="center"/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</w:pPr>
          <w:r w:rsidRPr="00354B64">
            <w:rPr>
              <w:rFonts w:ascii="Arial Narrow" w:eastAsia="Calibri" w:hAnsi="Arial Narrow"/>
              <w:b/>
              <w:sz w:val="16"/>
              <w:szCs w:val="16"/>
              <w:lang w:val="en-AU" w:eastAsia="en-US"/>
            </w:rPr>
            <w:t xml:space="preserve">Page No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begin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instrText xml:space="preserve"> PAGE </w:instrTex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separate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>1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end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 xml:space="preserve"> of 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begin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instrText xml:space="preserve"> NUMPAGES   \* MERGEFORMAT </w:instrTex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separate"/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t>6</w:t>
          </w:r>
          <w:r w:rsidRPr="00354B64">
            <w:rPr>
              <w:rFonts w:ascii="Arial Narrow" w:eastAsia="Calibri" w:hAnsi="Arial Narrow"/>
              <w:sz w:val="16"/>
              <w:szCs w:val="16"/>
              <w:lang w:val="en-AU" w:eastAsia="en-US"/>
            </w:rPr>
            <w:fldChar w:fldCharType="end"/>
          </w:r>
        </w:p>
      </w:tc>
    </w:tr>
    <w:bookmarkEnd w:id="2"/>
  </w:tbl>
  <w:p w14:paraId="69A64BC0" w14:textId="77777777" w:rsidR="005048C5" w:rsidRPr="005048C5" w:rsidRDefault="005048C5" w:rsidP="00504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A7081" w14:textId="77777777" w:rsidR="0045222C" w:rsidRDefault="0045222C" w:rsidP="00FA3AD9">
      <w:r>
        <w:separator/>
      </w:r>
    </w:p>
  </w:footnote>
  <w:footnote w:type="continuationSeparator" w:id="0">
    <w:p w14:paraId="0B239FA0" w14:textId="77777777" w:rsidR="0045222C" w:rsidRDefault="0045222C" w:rsidP="00FA3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2" w:type="dxa"/>
      <w:jc w:val="center"/>
      <w:tblLook w:val="0000" w:firstRow="0" w:lastRow="0" w:firstColumn="0" w:lastColumn="0" w:noHBand="0" w:noVBand="0"/>
    </w:tblPr>
    <w:tblGrid>
      <w:gridCol w:w="1584"/>
      <w:gridCol w:w="6066"/>
      <w:gridCol w:w="2102"/>
    </w:tblGrid>
    <w:tr w:rsidR="00354B64" w:rsidRPr="00354B64" w14:paraId="0186CA27" w14:textId="77777777" w:rsidTr="00354B64">
      <w:trPr>
        <w:cantSplit/>
        <w:trHeight w:val="1123"/>
        <w:jc w:val="center"/>
      </w:trPr>
      <w:tc>
        <w:tcPr>
          <w:tcW w:w="1584" w:type="dxa"/>
          <w:vAlign w:val="center"/>
        </w:tcPr>
        <w:p w14:paraId="26A4366B" w14:textId="77777777" w:rsidR="00354B64" w:rsidRPr="00354B64" w:rsidRDefault="00354B64" w:rsidP="00354B64">
          <w:pPr>
            <w:tabs>
              <w:tab w:val="center" w:pos="4819"/>
              <w:tab w:val="right" w:pos="9071"/>
            </w:tabs>
            <w:spacing w:before="0" w:after="0"/>
            <w:ind w:left="318"/>
            <w:jc w:val="center"/>
            <w:rPr>
              <w:rFonts w:eastAsia="Times New Roman" w:cs="Times New Roman"/>
              <w:b/>
              <w:bCs/>
              <w:sz w:val="16"/>
              <w:szCs w:val="20"/>
              <w:lang w:val="en-AU" w:eastAsia="en-US"/>
            </w:rPr>
          </w:pPr>
          <w:r w:rsidRPr="00354B64">
            <w:rPr>
              <w:rFonts w:eastAsia="Times New Roman" w:cs="Times New Roman"/>
              <w:noProof/>
              <w:sz w:val="20"/>
              <w:szCs w:val="20"/>
              <w:lang w:val="en-AU" w:eastAsia="en-AU"/>
            </w:rPr>
            <w:drawing>
              <wp:inline distT="0" distB="0" distL="0" distR="0" wp14:anchorId="45D4B3E6" wp14:editId="0C066B6E">
                <wp:extent cx="666750" cy="590550"/>
                <wp:effectExtent l="0" t="0" r="0" b="0"/>
                <wp:docPr id="13" name="Picture 13" descr="Astr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Astr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6" w:type="dxa"/>
          <w:shd w:val="clear" w:color="auto" w:fill="auto"/>
          <w:vAlign w:val="center"/>
        </w:tcPr>
        <w:p w14:paraId="04C8666A" w14:textId="77777777" w:rsidR="00354B64" w:rsidRPr="00354B64" w:rsidRDefault="004B007C" w:rsidP="00354B64">
          <w:pPr>
            <w:tabs>
              <w:tab w:val="center" w:pos="4819"/>
              <w:tab w:val="right" w:pos="9071"/>
            </w:tabs>
            <w:spacing w:before="60" w:after="0"/>
            <w:jc w:val="center"/>
            <w:rPr>
              <w:rFonts w:eastAsia="Times New Roman"/>
              <w:b/>
              <w:bCs/>
              <w:sz w:val="18"/>
              <w:szCs w:val="20"/>
              <w:lang w:val="en-AU" w:eastAsia="en-US"/>
            </w:rPr>
          </w:pPr>
          <w:r>
            <w:rPr>
              <w:rFonts w:eastAsia="Times New Roman"/>
              <w:b/>
              <w:bCs/>
              <w:sz w:val="28"/>
              <w:szCs w:val="20"/>
              <w:lang w:val="en-AU" w:eastAsia="en-US"/>
            </w:rPr>
            <w:t>AUDIT AID MEMOIRE</w:t>
          </w:r>
        </w:p>
      </w:tc>
      <w:tc>
        <w:tcPr>
          <w:tcW w:w="2102" w:type="dxa"/>
          <w:vAlign w:val="center"/>
        </w:tcPr>
        <w:p w14:paraId="170DA52F" w14:textId="77777777" w:rsidR="00354B64" w:rsidRPr="00354B64" w:rsidRDefault="00354B64" w:rsidP="00354B64">
          <w:pPr>
            <w:tabs>
              <w:tab w:val="center" w:pos="4819"/>
              <w:tab w:val="right" w:pos="9071"/>
            </w:tabs>
            <w:spacing w:before="60" w:after="0"/>
            <w:jc w:val="center"/>
            <w:rPr>
              <w:rFonts w:eastAsia="Times New Roman" w:cs="Times New Roman"/>
              <w:bCs/>
              <w:sz w:val="20"/>
              <w:szCs w:val="24"/>
              <w:lang w:val="en-AU" w:eastAsia="en-US"/>
            </w:rPr>
          </w:pPr>
          <w:r w:rsidRPr="00354B64">
            <w:rPr>
              <w:rFonts w:eastAsia="Times New Roman"/>
              <w:bCs/>
              <w:sz w:val="24"/>
              <w:szCs w:val="24"/>
              <w:lang w:val="en-AU" w:eastAsia="en-US"/>
            </w:rPr>
            <w:t>ORC-FRM-0</w:t>
          </w:r>
          <w:r w:rsidR="00A32FC9">
            <w:rPr>
              <w:rFonts w:eastAsia="Times New Roman"/>
              <w:bCs/>
              <w:sz w:val="24"/>
              <w:szCs w:val="24"/>
              <w:lang w:val="en-AU" w:eastAsia="en-US"/>
            </w:rPr>
            <w:t>3</w:t>
          </w:r>
          <w:r w:rsidR="00097F05">
            <w:rPr>
              <w:rFonts w:eastAsia="Times New Roman"/>
              <w:bCs/>
              <w:sz w:val="24"/>
              <w:szCs w:val="24"/>
              <w:lang w:val="en-AU" w:eastAsia="en-US"/>
            </w:rPr>
            <w:t>1</w:t>
          </w:r>
        </w:p>
      </w:tc>
    </w:tr>
  </w:tbl>
  <w:p w14:paraId="2B05F7FC" w14:textId="77777777" w:rsidR="0022492A" w:rsidRDefault="002249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-284" w:type="dxa"/>
      <w:tblLook w:val="0000" w:firstRow="0" w:lastRow="0" w:firstColumn="0" w:lastColumn="0" w:noHBand="0" w:noVBand="0"/>
    </w:tblPr>
    <w:tblGrid>
      <w:gridCol w:w="1814"/>
      <w:gridCol w:w="6065"/>
      <w:gridCol w:w="2044"/>
    </w:tblGrid>
    <w:tr w:rsidR="00354B64" w:rsidRPr="00354B64" w14:paraId="68819C1A" w14:textId="77777777" w:rsidTr="001C72DC">
      <w:trPr>
        <w:cantSplit/>
        <w:trHeight w:val="1123"/>
      </w:trPr>
      <w:tc>
        <w:tcPr>
          <w:tcW w:w="1814" w:type="dxa"/>
          <w:vAlign w:val="center"/>
        </w:tcPr>
        <w:p w14:paraId="2A898768" w14:textId="77777777" w:rsidR="00354B64" w:rsidRPr="00354B64" w:rsidRDefault="00354B64" w:rsidP="00354B64">
          <w:pPr>
            <w:tabs>
              <w:tab w:val="center" w:pos="4819"/>
              <w:tab w:val="right" w:pos="9071"/>
            </w:tabs>
            <w:spacing w:before="0" w:after="0"/>
            <w:ind w:left="318"/>
            <w:jc w:val="center"/>
            <w:rPr>
              <w:rFonts w:eastAsia="Times New Roman" w:cs="Times New Roman"/>
              <w:b/>
              <w:bCs/>
              <w:sz w:val="16"/>
              <w:szCs w:val="20"/>
              <w:lang w:val="en-AU" w:eastAsia="en-US"/>
            </w:rPr>
          </w:pPr>
          <w:r w:rsidRPr="00354B64">
            <w:rPr>
              <w:rFonts w:eastAsia="Times New Roman" w:cs="Times New Roman"/>
              <w:noProof/>
              <w:sz w:val="20"/>
              <w:szCs w:val="20"/>
              <w:lang w:val="en-AU" w:eastAsia="en-AU"/>
            </w:rPr>
            <w:drawing>
              <wp:inline distT="0" distB="0" distL="0" distR="0" wp14:anchorId="6D540B83" wp14:editId="4C4A9567">
                <wp:extent cx="666750" cy="590550"/>
                <wp:effectExtent l="0" t="0" r="0" b="0"/>
                <wp:docPr id="14" name="Picture 14" descr="Astr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Astr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5" w:type="dxa"/>
          <w:shd w:val="clear" w:color="auto" w:fill="auto"/>
          <w:vAlign w:val="center"/>
        </w:tcPr>
        <w:p w14:paraId="791C626A" w14:textId="15F44EF1" w:rsidR="00354B64" w:rsidRPr="00A64D35" w:rsidRDefault="00F3301F" w:rsidP="00354B64">
          <w:pPr>
            <w:tabs>
              <w:tab w:val="center" w:pos="4819"/>
              <w:tab w:val="right" w:pos="9071"/>
            </w:tabs>
            <w:spacing w:before="60" w:after="0"/>
            <w:jc w:val="center"/>
            <w:rPr>
              <w:rFonts w:eastAsia="Times New Roman"/>
              <w:b/>
              <w:bCs/>
              <w:sz w:val="18"/>
              <w:szCs w:val="20"/>
              <w:lang w:val="en-AU" w:eastAsia="en-US"/>
            </w:rPr>
          </w:pPr>
          <w:r w:rsidRPr="00A64D35">
            <w:rPr>
              <w:rFonts w:eastAsia="Times New Roman"/>
              <w:b/>
              <w:bCs/>
              <w:sz w:val="28"/>
              <w:szCs w:val="20"/>
              <w:lang w:val="en-AU" w:eastAsia="en-US"/>
            </w:rPr>
            <w:t>COVID 19 PERSONAL DECLARATION</w:t>
          </w:r>
        </w:p>
      </w:tc>
      <w:tc>
        <w:tcPr>
          <w:tcW w:w="2044" w:type="dxa"/>
          <w:vAlign w:val="center"/>
        </w:tcPr>
        <w:p w14:paraId="50F88135" w14:textId="2F2DA3F4" w:rsidR="00354B64" w:rsidRPr="00354B64" w:rsidRDefault="00354B64" w:rsidP="00354B64">
          <w:pPr>
            <w:tabs>
              <w:tab w:val="center" w:pos="4819"/>
              <w:tab w:val="right" w:pos="9071"/>
            </w:tabs>
            <w:spacing w:before="60" w:after="0"/>
            <w:jc w:val="center"/>
            <w:rPr>
              <w:rFonts w:eastAsia="Times New Roman" w:cs="Times New Roman"/>
              <w:bCs/>
              <w:sz w:val="20"/>
              <w:szCs w:val="24"/>
              <w:lang w:val="en-AU" w:eastAsia="en-US"/>
            </w:rPr>
          </w:pPr>
          <w:r w:rsidRPr="00354B64">
            <w:rPr>
              <w:rFonts w:eastAsia="Times New Roman"/>
              <w:bCs/>
              <w:sz w:val="24"/>
              <w:szCs w:val="24"/>
              <w:lang w:val="en-AU" w:eastAsia="en-US"/>
            </w:rPr>
            <w:t>ORC-FRM-</w:t>
          </w:r>
          <w:r w:rsidR="00D9270F">
            <w:rPr>
              <w:rFonts w:eastAsia="Times New Roman"/>
              <w:bCs/>
              <w:sz w:val="24"/>
              <w:szCs w:val="24"/>
              <w:lang w:val="en-AU" w:eastAsia="en-US"/>
            </w:rPr>
            <w:t>03</w:t>
          </w:r>
          <w:r w:rsidR="00E4574D">
            <w:rPr>
              <w:rFonts w:eastAsia="Times New Roman"/>
              <w:bCs/>
              <w:sz w:val="24"/>
              <w:szCs w:val="24"/>
              <w:lang w:val="en-AU" w:eastAsia="en-US"/>
            </w:rPr>
            <w:t>0</w:t>
          </w:r>
        </w:p>
      </w:tc>
    </w:tr>
  </w:tbl>
  <w:p w14:paraId="4F4E8715" w14:textId="77777777" w:rsidR="00864695" w:rsidRDefault="008646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F3A5B"/>
    <w:multiLevelType w:val="hybridMultilevel"/>
    <w:tmpl w:val="4526202A"/>
    <w:lvl w:ilvl="0" w:tplc="32D808D6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E707C"/>
    <w:multiLevelType w:val="multilevel"/>
    <w:tmpl w:val="C76C0A0C"/>
    <w:styleLink w:val="MultilevelListTMSTemplate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suff w:val="space"/>
      <w:lvlText w:val="%1.%2.%3.%5.%4.%6.%7.%8."/>
      <w:lvlJc w:val="left"/>
      <w:pPr>
        <w:ind w:left="284" w:hanging="28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2" w15:restartNumberingAfterBreak="0">
    <w:nsid w:val="4311289D"/>
    <w:multiLevelType w:val="hybridMultilevel"/>
    <w:tmpl w:val="2162077E"/>
    <w:lvl w:ilvl="0" w:tplc="D71E1142">
      <w:start w:val="1"/>
      <w:numFmt w:val="bullet"/>
      <w:pStyle w:val="F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073"/>
        </w:tabs>
        <w:ind w:left="3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93"/>
        </w:tabs>
        <w:ind w:left="3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13"/>
        </w:tabs>
        <w:ind w:left="4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33"/>
        </w:tabs>
        <w:ind w:left="5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53"/>
        </w:tabs>
        <w:ind w:left="5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73"/>
        </w:tabs>
        <w:ind w:left="6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93"/>
        </w:tabs>
        <w:ind w:left="7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13"/>
        </w:tabs>
        <w:ind w:left="8113" w:hanging="360"/>
      </w:pPr>
      <w:rPr>
        <w:rFonts w:ascii="Wingdings" w:hAnsi="Wingdings" w:hint="default"/>
      </w:rPr>
    </w:lvl>
  </w:abstractNum>
  <w:abstractNum w:abstractNumId="3" w15:restartNumberingAfterBreak="0">
    <w:nsid w:val="60D6317C"/>
    <w:multiLevelType w:val="hybridMultilevel"/>
    <w:tmpl w:val="522AA0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33D72"/>
    <w:multiLevelType w:val="multilevel"/>
    <w:tmpl w:val="DD7690D8"/>
    <w:lvl w:ilvl="0">
      <w:start w:val="1"/>
      <w:numFmt w:val="bullet"/>
      <w:pStyle w:val="BulletTier1"/>
      <w:lvlText w:val="»"/>
      <w:lvlJc w:val="left"/>
      <w:pPr>
        <w:ind w:left="340" w:hanging="340"/>
      </w:pPr>
      <w:rPr>
        <w:rFonts w:ascii="Arial" w:hAnsi="Arial" w:hint="default"/>
        <w:b/>
        <w:i w:val="0"/>
        <w:color w:val="FFC000" w:themeColor="accent1"/>
      </w:rPr>
    </w:lvl>
    <w:lvl w:ilvl="1">
      <w:start w:val="1"/>
      <w:numFmt w:val="bullet"/>
      <w:lvlText w:val="­"/>
      <w:lvlJc w:val="left"/>
      <w:pPr>
        <w:ind w:left="1020" w:hanging="340"/>
      </w:pPr>
      <w:rPr>
        <w:rFonts w:ascii="Courier New" w:hAnsi="Courier New" w:hint="default"/>
        <w:color w:val="FFC000" w:themeColor="accent1"/>
      </w:rPr>
    </w:lvl>
    <w:lvl w:ilvl="2">
      <w:start w:val="1"/>
      <w:numFmt w:val="bullet"/>
      <w:lvlText w:val="o"/>
      <w:lvlJc w:val="left"/>
      <w:pPr>
        <w:ind w:left="1700" w:hanging="340"/>
      </w:pPr>
      <w:rPr>
        <w:rFonts w:ascii="Courier New" w:hAnsi="Courier New" w:hint="default"/>
        <w:color w:val="FFC000" w:themeColor="accent1"/>
      </w:rPr>
    </w:lvl>
    <w:lvl w:ilvl="3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  <w:color w:val="FFC000" w:themeColor="accent1"/>
      </w:rPr>
    </w:lvl>
    <w:lvl w:ilvl="4">
      <w:start w:val="1"/>
      <w:numFmt w:val="bullet"/>
      <w:lvlText w:val=""/>
      <w:lvlJc w:val="left"/>
      <w:pPr>
        <w:ind w:left="3060" w:hanging="340"/>
      </w:pPr>
      <w:rPr>
        <w:rFonts w:ascii="Wingdings" w:hAnsi="Wingdings" w:hint="default"/>
        <w:color w:val="FFC000" w:themeColor="accent1"/>
      </w:rPr>
    </w:lvl>
    <w:lvl w:ilvl="5">
      <w:start w:val="1"/>
      <w:numFmt w:val="bullet"/>
      <w:lvlText w:val="›"/>
      <w:lvlJc w:val="left"/>
      <w:pPr>
        <w:ind w:left="3740" w:hanging="340"/>
      </w:pPr>
      <w:rPr>
        <w:rFonts w:ascii="Arial" w:hAnsi="Arial" w:hint="default"/>
        <w:color w:val="FFC000" w:themeColor="accent1"/>
      </w:rPr>
    </w:lvl>
    <w:lvl w:ilvl="6">
      <w:start w:val="1"/>
      <w:numFmt w:val="bullet"/>
      <w:lvlText w:val="­"/>
      <w:lvlJc w:val="left"/>
      <w:pPr>
        <w:ind w:left="4420" w:hanging="340"/>
      </w:pPr>
      <w:rPr>
        <w:rFonts w:ascii="Courier New" w:hAnsi="Courier New" w:hint="default"/>
        <w:color w:val="FFC000" w:themeColor="accent1"/>
      </w:rPr>
    </w:lvl>
    <w:lvl w:ilvl="7">
      <w:start w:val="1"/>
      <w:numFmt w:val="bullet"/>
      <w:lvlText w:val="o"/>
      <w:lvlJc w:val="left"/>
      <w:pPr>
        <w:ind w:left="5100" w:hanging="340"/>
      </w:pPr>
      <w:rPr>
        <w:rFonts w:ascii="Courier New" w:hAnsi="Courier New" w:hint="default"/>
        <w:color w:val="FFC000" w:themeColor="accent1"/>
      </w:rPr>
    </w:lvl>
    <w:lvl w:ilvl="8">
      <w:start w:val="1"/>
      <w:numFmt w:val="bullet"/>
      <w:lvlText w:val=""/>
      <w:lvlJc w:val="left"/>
      <w:pPr>
        <w:ind w:left="5780" w:hanging="340"/>
      </w:pPr>
      <w:rPr>
        <w:rFonts w:ascii="Symbol" w:hAnsi="Symbol" w:hint="default"/>
        <w:color w:val="FFC000" w:themeColor="accent1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C66"/>
    <w:rsid w:val="00014074"/>
    <w:rsid w:val="00066A74"/>
    <w:rsid w:val="00070C9E"/>
    <w:rsid w:val="00092A34"/>
    <w:rsid w:val="00097F05"/>
    <w:rsid w:val="000B1528"/>
    <w:rsid w:val="000D15E8"/>
    <w:rsid w:val="000E09F6"/>
    <w:rsid w:val="000F6F9C"/>
    <w:rsid w:val="00101ACB"/>
    <w:rsid w:val="00113C72"/>
    <w:rsid w:val="0011443E"/>
    <w:rsid w:val="00124B8E"/>
    <w:rsid w:val="00124DEE"/>
    <w:rsid w:val="00133B37"/>
    <w:rsid w:val="00134BA3"/>
    <w:rsid w:val="00141399"/>
    <w:rsid w:val="00170A5D"/>
    <w:rsid w:val="0017519B"/>
    <w:rsid w:val="00194DF6"/>
    <w:rsid w:val="001B011C"/>
    <w:rsid w:val="001B1F1D"/>
    <w:rsid w:val="001B56AB"/>
    <w:rsid w:val="001B5C61"/>
    <w:rsid w:val="001C19A2"/>
    <w:rsid w:val="001C72DC"/>
    <w:rsid w:val="001D14F5"/>
    <w:rsid w:val="001F258C"/>
    <w:rsid w:val="00215F7F"/>
    <w:rsid w:val="002235D6"/>
    <w:rsid w:val="00224842"/>
    <w:rsid w:val="0022492A"/>
    <w:rsid w:val="00227459"/>
    <w:rsid w:val="00244127"/>
    <w:rsid w:val="00261854"/>
    <w:rsid w:val="00263AC2"/>
    <w:rsid w:val="0026413A"/>
    <w:rsid w:val="0027355F"/>
    <w:rsid w:val="00275AF2"/>
    <w:rsid w:val="002B2A2C"/>
    <w:rsid w:val="002B70FD"/>
    <w:rsid w:val="002C4641"/>
    <w:rsid w:val="002C5958"/>
    <w:rsid w:val="002F2B25"/>
    <w:rsid w:val="00301320"/>
    <w:rsid w:val="00312640"/>
    <w:rsid w:val="003420E6"/>
    <w:rsid w:val="00344BCB"/>
    <w:rsid w:val="00354209"/>
    <w:rsid w:val="00354B64"/>
    <w:rsid w:val="00360FEE"/>
    <w:rsid w:val="003A61CE"/>
    <w:rsid w:val="003A7F99"/>
    <w:rsid w:val="003C75B3"/>
    <w:rsid w:val="003F1489"/>
    <w:rsid w:val="004063A2"/>
    <w:rsid w:val="0041452F"/>
    <w:rsid w:val="00437F3A"/>
    <w:rsid w:val="00441C2E"/>
    <w:rsid w:val="0045222C"/>
    <w:rsid w:val="00484C8C"/>
    <w:rsid w:val="00486F28"/>
    <w:rsid w:val="00491491"/>
    <w:rsid w:val="004B007C"/>
    <w:rsid w:val="004B0399"/>
    <w:rsid w:val="004B2669"/>
    <w:rsid w:val="004B2A58"/>
    <w:rsid w:val="004B6DF3"/>
    <w:rsid w:val="004D2BC2"/>
    <w:rsid w:val="004D3C54"/>
    <w:rsid w:val="004D4941"/>
    <w:rsid w:val="004E1AED"/>
    <w:rsid w:val="00501AF5"/>
    <w:rsid w:val="005048C5"/>
    <w:rsid w:val="0051593B"/>
    <w:rsid w:val="00515E28"/>
    <w:rsid w:val="005347AC"/>
    <w:rsid w:val="00546778"/>
    <w:rsid w:val="00567F6F"/>
    <w:rsid w:val="00574014"/>
    <w:rsid w:val="005750D1"/>
    <w:rsid w:val="00581706"/>
    <w:rsid w:val="005C12A5"/>
    <w:rsid w:val="005F1167"/>
    <w:rsid w:val="0061787C"/>
    <w:rsid w:val="0065299C"/>
    <w:rsid w:val="006609B5"/>
    <w:rsid w:val="006743C6"/>
    <w:rsid w:val="006B20FC"/>
    <w:rsid w:val="006B6A47"/>
    <w:rsid w:val="006D0816"/>
    <w:rsid w:val="006D7905"/>
    <w:rsid w:val="006F1492"/>
    <w:rsid w:val="00731CA8"/>
    <w:rsid w:val="00742274"/>
    <w:rsid w:val="0075674E"/>
    <w:rsid w:val="00767A61"/>
    <w:rsid w:val="007975F4"/>
    <w:rsid w:val="007A4F13"/>
    <w:rsid w:val="007B380D"/>
    <w:rsid w:val="007D222A"/>
    <w:rsid w:val="007D6C96"/>
    <w:rsid w:val="007E1B94"/>
    <w:rsid w:val="007E2AFA"/>
    <w:rsid w:val="0080659E"/>
    <w:rsid w:val="00814907"/>
    <w:rsid w:val="00842881"/>
    <w:rsid w:val="00864695"/>
    <w:rsid w:val="00891618"/>
    <w:rsid w:val="00897781"/>
    <w:rsid w:val="008C1D77"/>
    <w:rsid w:val="008C5748"/>
    <w:rsid w:val="008D2180"/>
    <w:rsid w:val="008E006D"/>
    <w:rsid w:val="008F4507"/>
    <w:rsid w:val="00906A73"/>
    <w:rsid w:val="00914097"/>
    <w:rsid w:val="00914A5F"/>
    <w:rsid w:val="00940064"/>
    <w:rsid w:val="009813C4"/>
    <w:rsid w:val="00987754"/>
    <w:rsid w:val="009D28BE"/>
    <w:rsid w:val="009E1EFF"/>
    <w:rsid w:val="00A00769"/>
    <w:rsid w:val="00A12628"/>
    <w:rsid w:val="00A1310C"/>
    <w:rsid w:val="00A27186"/>
    <w:rsid w:val="00A32FC9"/>
    <w:rsid w:val="00A5402F"/>
    <w:rsid w:val="00A5465D"/>
    <w:rsid w:val="00A60539"/>
    <w:rsid w:val="00A62EE6"/>
    <w:rsid w:val="00A64D35"/>
    <w:rsid w:val="00A66312"/>
    <w:rsid w:val="00A70788"/>
    <w:rsid w:val="00A77365"/>
    <w:rsid w:val="00A97852"/>
    <w:rsid w:val="00AA3A54"/>
    <w:rsid w:val="00AB0E6A"/>
    <w:rsid w:val="00AC2FDB"/>
    <w:rsid w:val="00AE7A9C"/>
    <w:rsid w:val="00B02281"/>
    <w:rsid w:val="00B223C6"/>
    <w:rsid w:val="00B31732"/>
    <w:rsid w:val="00B326DE"/>
    <w:rsid w:val="00B47BA0"/>
    <w:rsid w:val="00B66986"/>
    <w:rsid w:val="00B702B1"/>
    <w:rsid w:val="00B873F9"/>
    <w:rsid w:val="00BA0813"/>
    <w:rsid w:val="00BA175B"/>
    <w:rsid w:val="00BA2879"/>
    <w:rsid w:val="00BB6BD0"/>
    <w:rsid w:val="00BE011A"/>
    <w:rsid w:val="00BE0151"/>
    <w:rsid w:val="00BF56ED"/>
    <w:rsid w:val="00C00204"/>
    <w:rsid w:val="00C32649"/>
    <w:rsid w:val="00C55C2E"/>
    <w:rsid w:val="00C83EF1"/>
    <w:rsid w:val="00C83EFD"/>
    <w:rsid w:val="00CA09EA"/>
    <w:rsid w:val="00CD5C66"/>
    <w:rsid w:val="00D0024B"/>
    <w:rsid w:val="00D1012A"/>
    <w:rsid w:val="00D47A97"/>
    <w:rsid w:val="00D64F09"/>
    <w:rsid w:val="00D91B0E"/>
    <w:rsid w:val="00D9270F"/>
    <w:rsid w:val="00D93554"/>
    <w:rsid w:val="00DA573E"/>
    <w:rsid w:val="00DB66AA"/>
    <w:rsid w:val="00DC2730"/>
    <w:rsid w:val="00DE5861"/>
    <w:rsid w:val="00E0442B"/>
    <w:rsid w:val="00E1156A"/>
    <w:rsid w:val="00E17740"/>
    <w:rsid w:val="00E20DD0"/>
    <w:rsid w:val="00E32E27"/>
    <w:rsid w:val="00E4574D"/>
    <w:rsid w:val="00E90C83"/>
    <w:rsid w:val="00E9607E"/>
    <w:rsid w:val="00EB7545"/>
    <w:rsid w:val="00EC02A9"/>
    <w:rsid w:val="00EE637B"/>
    <w:rsid w:val="00F01406"/>
    <w:rsid w:val="00F04105"/>
    <w:rsid w:val="00F11600"/>
    <w:rsid w:val="00F154DD"/>
    <w:rsid w:val="00F3301F"/>
    <w:rsid w:val="00F478F1"/>
    <w:rsid w:val="00F5230E"/>
    <w:rsid w:val="00F56B5E"/>
    <w:rsid w:val="00F5718D"/>
    <w:rsid w:val="00F6741D"/>
    <w:rsid w:val="00F73AF8"/>
    <w:rsid w:val="00F827BD"/>
    <w:rsid w:val="00F874B2"/>
    <w:rsid w:val="00FA3AD9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BABC0"/>
  <w15:docId w15:val="{6842B94C-C8C1-4E5D-8677-375BFCB1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AD9"/>
    <w:pPr>
      <w:spacing w:after="12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10C"/>
    <w:pPr>
      <w:pBdr>
        <w:top w:val="single" w:sz="24" w:space="0" w:color="0673A5" w:themeColor="text2" w:themeShade="BF"/>
        <w:left w:val="single" w:sz="24" w:space="0" w:color="0673A5" w:themeColor="text2" w:themeShade="BF"/>
        <w:bottom w:val="single" w:sz="24" w:space="0" w:color="0673A5" w:themeColor="text2" w:themeShade="BF"/>
        <w:right w:val="single" w:sz="24" w:space="0" w:color="0673A5" w:themeColor="text2" w:themeShade="BF"/>
      </w:pBdr>
      <w:shd w:val="clear" w:color="auto" w:fill="0673A5" w:themeFill="text2" w:themeFillShade="BF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D47A97"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D47A97"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rsid w:val="00D47A97"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rsid w:val="00D47A97"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D47A97"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rsid w:val="00D47A97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rsid w:val="00D47A97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Cs w:val="18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rsid w:val="00D47A97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10C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673A5" w:themeFill="text2" w:themeFillShade="BF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paragraph" w:styleId="Title">
    <w:name w:val="Title"/>
    <w:basedOn w:val="Normal"/>
    <w:link w:val="TitleChar"/>
    <w:uiPriority w:val="1"/>
    <w:qFormat/>
    <w:rsid w:val="00A1310C"/>
    <w:pPr>
      <w:spacing w:before="0" w:after="0"/>
    </w:pPr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A1310C"/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0"/>
    <w:unhideWhenUsed/>
    <w:qFormat/>
    <w:rsid w:val="004E1AED"/>
    <w:pPr>
      <w:numPr>
        <w:ilvl w:val="1"/>
      </w:numPr>
      <w:spacing w:after="160"/>
    </w:pPr>
    <w:rPr>
      <w:color w:val="404040" w:themeColor="text1" w:themeTint="E6"/>
    </w:rPr>
  </w:style>
  <w:style w:type="character" w:customStyle="1" w:styleId="SubtitleChar">
    <w:name w:val="Subtitle Char"/>
    <w:basedOn w:val="DefaultParagraphFont"/>
    <w:link w:val="Subtitle"/>
    <w:uiPriority w:val="10"/>
    <w:rsid w:val="004E1AED"/>
    <w:rPr>
      <w:color w:val="404040" w:themeColor="text1" w:themeTint="E6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E1AED"/>
    <w:rPr>
      <w:i/>
      <w:iCs/>
      <w:color w:val="806000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E1AED"/>
    <w:pPr>
      <w:pBdr>
        <w:top w:val="single" w:sz="4" w:space="10" w:color="806000" w:themeColor="accent1" w:themeShade="80"/>
        <w:bottom w:val="single" w:sz="4" w:space="10" w:color="806000" w:themeColor="accent1" w:themeShade="80"/>
      </w:pBdr>
      <w:spacing w:before="360" w:after="360"/>
      <w:ind w:left="864" w:right="864"/>
      <w:jc w:val="center"/>
    </w:pPr>
    <w:rPr>
      <w:i/>
      <w:iCs/>
      <w:color w:val="80600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E1AED"/>
    <w:rPr>
      <w:i/>
      <w:iCs/>
      <w:color w:val="806000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E1AED"/>
    <w:rPr>
      <w:b/>
      <w:bCs/>
      <w:caps w:val="0"/>
      <w:smallCaps/>
      <w:color w:val="806000" w:themeColor="accent1" w:themeShade="80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97"/>
    <w:rPr>
      <w:rFonts w:asciiTheme="majorHAnsi" w:eastAsiaTheme="majorEastAsia" w:hAnsiTheme="majorHAnsi" w:cstheme="majorBidi"/>
      <w:caps/>
      <w:spacing w:val="10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97"/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7A97"/>
    <w:rPr>
      <w:b/>
      <w:bCs/>
      <w:color w:val="0673A5" w:themeColor="text2" w:themeShade="BF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A97"/>
    <w:pPr>
      <w:spacing w:before="0"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97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7A97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7A97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47A97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7A97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47A9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A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A97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47A97"/>
    <w:pPr>
      <w:spacing w:before="0"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7A97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47A9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7A97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D47A97"/>
    <w:pPr>
      <w:spacing w:before="0"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7A97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7A97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47A97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A97"/>
    <w:pPr>
      <w:spacing w:before="0"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A97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D47A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7A97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47A97"/>
    <w:pPr>
      <w:spacing w:before="0"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7A97"/>
    <w:rPr>
      <w:rFonts w:ascii="Consolas" w:hAnsi="Consolas"/>
      <w:szCs w:val="21"/>
    </w:rPr>
  </w:style>
  <w:style w:type="paragraph" w:styleId="BlockText">
    <w:name w:val="Block Text"/>
    <w:basedOn w:val="Normal"/>
    <w:uiPriority w:val="99"/>
    <w:semiHidden/>
    <w:unhideWhenUsed/>
    <w:rsid w:val="00A1310C"/>
    <w:pPr>
      <w:pBdr>
        <w:top w:val="single" w:sz="2" w:space="10" w:color="806000" w:themeColor="accent1" w:themeShade="80" w:shadow="1"/>
        <w:left w:val="single" w:sz="2" w:space="10" w:color="806000" w:themeColor="accent1" w:themeShade="80" w:shadow="1"/>
        <w:bottom w:val="single" w:sz="2" w:space="10" w:color="806000" w:themeColor="accent1" w:themeShade="80" w:shadow="1"/>
        <w:right w:val="single" w:sz="2" w:space="10" w:color="806000" w:themeColor="accent1" w:themeShade="80" w:shadow="1"/>
      </w:pBdr>
      <w:ind w:left="1152" w:right="1152"/>
    </w:pPr>
    <w:rPr>
      <w:i/>
      <w:iCs/>
      <w:color w:val="806000" w:themeColor="accent1" w:themeShade="80"/>
    </w:rPr>
  </w:style>
  <w:style w:type="character" w:styleId="PlaceholderText">
    <w:name w:val="Placeholder Text"/>
    <w:basedOn w:val="DefaultParagraphFont"/>
    <w:uiPriority w:val="99"/>
    <w:semiHidden/>
    <w:rsid w:val="00A1310C"/>
    <w:rPr>
      <w:color w:val="3C3C3C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4E1AED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E1AED"/>
  </w:style>
  <w:style w:type="paragraph" w:styleId="Footer">
    <w:name w:val="footer"/>
    <w:basedOn w:val="Normal"/>
    <w:link w:val="FooterChar"/>
    <w:uiPriority w:val="99"/>
    <w:unhideWhenUsed/>
    <w:rsid w:val="004E1AED"/>
    <w:pPr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E1AED"/>
  </w:style>
  <w:style w:type="character" w:customStyle="1" w:styleId="apple-converted-space">
    <w:name w:val="apple-converted-space"/>
    <w:basedOn w:val="DefaultParagraphFont"/>
    <w:rsid w:val="00906A73"/>
  </w:style>
  <w:style w:type="character" w:styleId="Hyperlink">
    <w:name w:val="Hyperlink"/>
    <w:basedOn w:val="DefaultParagraphFont"/>
    <w:uiPriority w:val="99"/>
    <w:unhideWhenUsed/>
    <w:rsid w:val="00906A7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422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unhideWhenUsed/>
    <w:qFormat/>
    <w:rsid w:val="00742274"/>
    <w:pPr>
      <w:ind w:left="720"/>
      <w:contextualSpacing/>
    </w:pPr>
  </w:style>
  <w:style w:type="paragraph" w:customStyle="1" w:styleId="Style1">
    <w:name w:val="Style1"/>
    <w:basedOn w:val="Heading1"/>
    <w:link w:val="Style1Char"/>
    <w:qFormat/>
    <w:rsid w:val="00F6741D"/>
    <w:pPr>
      <w:numPr>
        <w:numId w:val="1"/>
      </w:numPr>
      <w:ind w:left="284" w:hanging="284"/>
    </w:pPr>
    <w:rPr>
      <w:rFonts w:ascii="Arial" w:hAnsi="Arial" w:cs="Arial"/>
      <w:b/>
    </w:rPr>
  </w:style>
  <w:style w:type="paragraph" w:styleId="TOC1">
    <w:name w:val="toc 1"/>
    <w:basedOn w:val="Normal"/>
    <w:next w:val="Normal"/>
    <w:autoRedefine/>
    <w:uiPriority w:val="39"/>
    <w:unhideWhenUsed/>
    <w:rsid w:val="00F6741D"/>
    <w:pPr>
      <w:spacing w:after="100"/>
    </w:pPr>
  </w:style>
  <w:style w:type="character" w:customStyle="1" w:styleId="Style1Char">
    <w:name w:val="Style1 Char"/>
    <w:basedOn w:val="Heading1Char"/>
    <w:link w:val="Style1"/>
    <w:rsid w:val="00F6741D"/>
    <w:rPr>
      <w:rFonts w:ascii="Arial" w:eastAsiaTheme="majorEastAsia" w:hAnsi="Arial" w:cs="Arial"/>
      <w:b/>
      <w:caps/>
      <w:color w:val="FFFFFF" w:themeColor="background1"/>
      <w:spacing w:val="15"/>
      <w:shd w:val="clear" w:color="auto" w:fill="0673A5" w:themeFill="text2" w:themeFillShade="BF"/>
    </w:rPr>
  </w:style>
  <w:style w:type="paragraph" w:styleId="BodyText">
    <w:name w:val="Body Text"/>
    <w:basedOn w:val="Normal"/>
    <w:link w:val="BodyTextChar"/>
    <w:uiPriority w:val="99"/>
    <w:unhideWhenUsed/>
    <w:rsid w:val="00842881"/>
  </w:style>
  <w:style w:type="character" w:customStyle="1" w:styleId="BodyTextChar">
    <w:name w:val="Body Text Char"/>
    <w:basedOn w:val="DefaultParagraphFont"/>
    <w:link w:val="BodyText"/>
    <w:uiPriority w:val="99"/>
    <w:rsid w:val="00842881"/>
  </w:style>
  <w:style w:type="character" w:styleId="Strong">
    <w:name w:val="Strong"/>
    <w:basedOn w:val="DefaultParagraphFont"/>
    <w:uiPriority w:val="1"/>
    <w:qFormat/>
    <w:rsid w:val="00842881"/>
    <w:rPr>
      <w:rFonts w:ascii="Arial" w:hAnsi="Arial"/>
      <w:b/>
      <w:bCs/>
      <w:i w:val="0"/>
      <w:iCs w:val="0"/>
      <w:sz w:val="20"/>
    </w:rPr>
  </w:style>
  <w:style w:type="paragraph" w:customStyle="1" w:styleId="BulletTier1">
    <w:name w:val="Bullet Tier 1"/>
    <w:basedOn w:val="Normal"/>
    <w:qFormat/>
    <w:rsid w:val="00842881"/>
    <w:pPr>
      <w:numPr>
        <w:numId w:val="3"/>
      </w:numPr>
      <w:spacing w:before="0"/>
    </w:pPr>
    <w:rPr>
      <w:rFonts w:eastAsiaTheme="minorHAnsi"/>
      <w:sz w:val="20"/>
      <w:szCs w:val="24"/>
      <w:lang w:val="en-AU" w:eastAsia="en-US"/>
    </w:rPr>
  </w:style>
  <w:style w:type="numbering" w:customStyle="1" w:styleId="MultilevelListTMSTemplate">
    <w:name w:val="Multilevel List TMS Template"/>
    <w:uiPriority w:val="99"/>
    <w:rsid w:val="00842881"/>
    <w:pPr>
      <w:numPr>
        <w:numId w:val="2"/>
      </w:numPr>
    </w:pPr>
  </w:style>
  <w:style w:type="paragraph" w:customStyle="1" w:styleId="Heading1Unnumbered">
    <w:name w:val="Heading 1 Unnumbered"/>
    <w:basedOn w:val="Heading1"/>
    <w:next w:val="Heading1"/>
    <w:link w:val="Heading1UnnumberedChar"/>
    <w:uiPriority w:val="3"/>
    <w:rsid w:val="0084288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120"/>
    </w:pPr>
    <w:rPr>
      <w:rFonts w:ascii="Arial" w:hAnsi="Arial"/>
      <w:b/>
      <w:caps w:val="0"/>
      <w:sz w:val="26"/>
      <w:szCs w:val="32"/>
      <w:lang w:val="en-AU" w:eastAsia="en-US"/>
    </w:rPr>
  </w:style>
  <w:style w:type="character" w:customStyle="1" w:styleId="Heading1UnnumberedChar">
    <w:name w:val="Heading 1 Unnumbered Char"/>
    <w:basedOn w:val="Heading1Char"/>
    <w:link w:val="Heading1Unnumbered"/>
    <w:uiPriority w:val="3"/>
    <w:rsid w:val="00842881"/>
    <w:rPr>
      <w:rFonts w:ascii="Arial" w:eastAsiaTheme="majorEastAsia" w:hAnsi="Arial" w:cstheme="majorBidi"/>
      <w:b/>
      <w:caps w:val="0"/>
      <w:color w:val="FFFFFF" w:themeColor="background1"/>
      <w:spacing w:val="15"/>
      <w:sz w:val="26"/>
      <w:szCs w:val="32"/>
      <w:shd w:val="clear" w:color="auto" w:fill="0673A5" w:themeFill="text2" w:themeFillShade="BF"/>
      <w:lang w:val="en-AU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C19A2"/>
    <w:pPr>
      <w:spacing w:after="100"/>
      <w:ind w:left="220"/>
    </w:pPr>
  </w:style>
  <w:style w:type="paragraph" w:customStyle="1" w:styleId="FBullet">
    <w:name w:val="F Bullet"/>
    <w:basedOn w:val="Normal"/>
    <w:rsid w:val="001C19A2"/>
    <w:pPr>
      <w:numPr>
        <w:numId w:val="4"/>
      </w:numPr>
      <w:autoSpaceDE w:val="0"/>
      <w:autoSpaceDN w:val="0"/>
      <w:adjustRightInd w:val="0"/>
      <w:spacing w:before="57" w:after="0"/>
    </w:pPr>
    <w:rPr>
      <w:rFonts w:eastAsia="Times New Roman" w:cs="Times New Roman"/>
      <w:sz w:val="21"/>
      <w:szCs w:val="21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12640"/>
    <w:pPr>
      <w:spacing w:after="100"/>
      <w:ind w:left="440"/>
    </w:pPr>
  </w:style>
  <w:style w:type="table" w:customStyle="1" w:styleId="TableGrid1">
    <w:name w:val="Table Grid1"/>
    <w:basedOn w:val="TableNormal"/>
    <w:next w:val="TableGrid"/>
    <w:uiPriority w:val="1"/>
    <w:rsid w:val="005048C5"/>
    <w:pPr>
      <w:spacing w:before="0" w:after="0" w:line="240" w:lineRule="auto"/>
    </w:pPr>
    <w:rPr>
      <w:rFonts w:eastAsia="Calibri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evorj.ags.000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anded">
  <a:themeElements>
    <a:clrScheme name="Custom 1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95D000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BEED344586FF499B8013EA195701F9" ma:contentTypeVersion="4" ma:contentTypeDescription="Create a new document." ma:contentTypeScope="" ma:versionID="c1382cfc4e52e938c7915ab506a6abfc">
  <xsd:schema xmlns:xsd="http://www.w3.org/2001/XMLSchema" xmlns:xs="http://www.w3.org/2001/XMLSchema" xmlns:p="http://schemas.microsoft.com/office/2006/metadata/properties" xmlns:ns3="a73cf643-ef3b-4083-803f-12c3c20a3820" targetNamespace="http://schemas.microsoft.com/office/2006/metadata/properties" ma:root="true" ma:fieldsID="54c91d529cbcb8a88d446a05825cdfb6" ns3:_="">
    <xsd:import namespace="a73cf643-ef3b-4083-803f-12c3c20a3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cf643-ef3b-4083-803f-12c3c20a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12075317-DB97-4041-8507-A18351A0E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1EA45-ECB8-49CC-86CC-4A5F81E5E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3cf643-ef3b-4083-803f-12c3c20a3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E4ADC-D632-40A7-A0C1-0481BB069C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C99006-5A6B-4A8B-8E60-1079DA59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Banded design (blank)</Template>
  <TotalTime>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management standard 003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standard 003</dc:title>
  <dc:creator>Trevor Jones</dc:creator>
  <cp:lastModifiedBy>Trevor Jones</cp:lastModifiedBy>
  <cp:revision>3</cp:revision>
  <dcterms:created xsi:type="dcterms:W3CDTF">2020-03-18T00:19:00Z</dcterms:created>
  <dcterms:modified xsi:type="dcterms:W3CDTF">2020-03-18T04:18:00Z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0x0101000FBEED344586FF499B8013EA195701F9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